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B68CF" w14:textId="77777777" w:rsidR="00C74455" w:rsidRPr="00D06139" w:rsidRDefault="009A12A9" w:rsidP="0069129C">
      <w:pPr>
        <w:pStyle w:val="Titre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62FA77B" w14:textId="77777777" w:rsidR="009A12A9" w:rsidRPr="009A12A9" w:rsidRDefault="009A12A9" w:rsidP="009A12A9">
      <w:pPr>
        <w:pStyle w:val="Bulleted1"/>
        <w:numPr>
          <w:ilvl w:val="0"/>
          <w:numId w:val="0"/>
        </w:numPr>
        <w:rPr>
          <w:lang w:val="fr-BE"/>
        </w:rPr>
      </w:pPr>
      <w:r w:rsidRPr="009A12A9">
        <w:rPr>
          <w:lang w:val="fr-BE"/>
        </w:rPr>
        <w:t>Système d’évacuation des eaux pluviales par dépression, avec taux de remplissage élevé, composé de tuyaux et raccords en polyéthylène, d’entonnoirs spécifiques au système et d’accessoires.</w:t>
      </w:r>
    </w:p>
    <w:p w14:paraId="672A6659" w14:textId="77777777" w:rsidR="009A12A9" w:rsidRPr="009A12A9" w:rsidRDefault="009A12A9" w:rsidP="009A12A9">
      <w:pPr>
        <w:pStyle w:val="Bulleted1"/>
        <w:numPr>
          <w:ilvl w:val="0"/>
          <w:numId w:val="0"/>
        </w:numPr>
        <w:rPr>
          <w:lang w:val="fr-BE"/>
        </w:rPr>
      </w:pPr>
    </w:p>
    <w:p w14:paraId="22BDEF39" w14:textId="77777777" w:rsidR="009A12A9" w:rsidRPr="009A12A9" w:rsidRDefault="009A12A9" w:rsidP="009A12A9">
      <w:pPr>
        <w:pStyle w:val="Bulleted1"/>
        <w:numPr>
          <w:ilvl w:val="0"/>
          <w:numId w:val="0"/>
        </w:numPr>
        <w:rPr>
          <w:lang w:val="fr-BE"/>
        </w:rPr>
      </w:pPr>
      <w:r w:rsidRPr="009A12A9">
        <w:rPr>
          <w:lang w:val="fr-BE"/>
        </w:rPr>
        <w:t xml:space="preserve">L’installation est réalisée après une étude précise du fabricant qui établit un schéma isométrique et une note de calcul hydraulique. </w:t>
      </w:r>
    </w:p>
    <w:p w14:paraId="0A37501D" w14:textId="77777777" w:rsidR="009A12A9" w:rsidRPr="009A12A9" w:rsidRDefault="009A12A9" w:rsidP="009A12A9">
      <w:pPr>
        <w:pStyle w:val="Bulleted1"/>
        <w:numPr>
          <w:ilvl w:val="0"/>
          <w:numId w:val="0"/>
        </w:numPr>
        <w:rPr>
          <w:lang w:val="fr-BE"/>
        </w:rPr>
      </w:pPr>
    </w:p>
    <w:p w14:paraId="0EFAAA9A" w14:textId="77777777" w:rsidR="009A12A9" w:rsidRPr="009A12A9" w:rsidRDefault="009A12A9" w:rsidP="009A12A9">
      <w:pPr>
        <w:pStyle w:val="Bulleted1"/>
        <w:numPr>
          <w:ilvl w:val="0"/>
          <w:numId w:val="0"/>
        </w:numPr>
        <w:rPr>
          <w:lang w:val="fr-BE"/>
        </w:rPr>
      </w:pPr>
      <w:r w:rsidRPr="009A12A9">
        <w:rPr>
          <w:lang w:val="fr-BE"/>
        </w:rPr>
        <w:t xml:space="preserve">Pour éviter des efforts et des déformations mécaniques au niveau de la liaison entre l’entonnoir et le revêtement de toiture, des dispositions adaptées doivent être prises pour chaque entonnoir. </w:t>
      </w:r>
    </w:p>
    <w:p w14:paraId="5DAB6C7B" w14:textId="77777777" w:rsidR="009A12A9" w:rsidRPr="009A12A9" w:rsidRDefault="009A12A9" w:rsidP="009A12A9">
      <w:pPr>
        <w:pStyle w:val="Bulleted1"/>
        <w:numPr>
          <w:ilvl w:val="0"/>
          <w:numId w:val="0"/>
        </w:numPr>
        <w:ind w:left="397"/>
        <w:rPr>
          <w:lang w:val="fr-BE"/>
        </w:rPr>
      </w:pPr>
    </w:p>
    <w:p w14:paraId="792AD751" w14:textId="77777777" w:rsidR="008A5169" w:rsidRPr="009A12A9" w:rsidRDefault="009A12A9" w:rsidP="009A12A9">
      <w:pPr>
        <w:pStyle w:val="Bulleted1"/>
        <w:numPr>
          <w:ilvl w:val="0"/>
          <w:numId w:val="0"/>
        </w:numPr>
        <w:rPr>
          <w:lang w:val="fr-BE"/>
        </w:rPr>
      </w:pPr>
      <w:r w:rsidRPr="009A12A9">
        <w:rPr>
          <w:lang w:val="fr-BE"/>
        </w:rPr>
        <w:t>Les tuyaux, les raccords et les entonnoirs doivent être du même fabricant</w:t>
      </w:r>
      <w:r w:rsidR="00444B9B" w:rsidRPr="009A12A9">
        <w:rPr>
          <w:lang w:val="fr-BE"/>
        </w:rPr>
        <w:t>.</w:t>
      </w:r>
    </w:p>
    <w:p w14:paraId="48283977" w14:textId="77777777" w:rsidR="008A5169" w:rsidRPr="00D06139" w:rsidRDefault="008A5169" w:rsidP="008A5169">
      <w:pPr>
        <w:pStyle w:val="Titre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9A12A9">
        <w:rPr>
          <w:rFonts w:ascii="Arial" w:hAnsi="Arial"/>
          <w:b/>
        </w:rPr>
        <w:t>ériaux</w:t>
      </w:r>
      <w:proofErr w:type="spellEnd"/>
    </w:p>
    <w:p w14:paraId="0AAF34ED" w14:textId="77777777" w:rsidR="00C74455" w:rsidRPr="00D06139" w:rsidRDefault="009A12A9" w:rsidP="0069129C">
      <w:pPr>
        <w:pStyle w:val="Titre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  <w:r>
        <w:rPr>
          <w:rFonts w:ascii="Arial" w:hAnsi="Arial"/>
          <w:b/>
          <w:u w:val="none"/>
        </w:rPr>
        <w:t xml:space="preserve"> et </w:t>
      </w: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126E31B5" w14:textId="77777777" w:rsidR="00902F49" w:rsidRPr="009A12A9" w:rsidRDefault="009A12A9" w:rsidP="00902F49">
      <w:pPr>
        <w:pStyle w:val="Bulleted2"/>
        <w:numPr>
          <w:ilvl w:val="0"/>
          <w:numId w:val="0"/>
        </w:numPr>
        <w:rPr>
          <w:lang w:val="fr-BE"/>
        </w:rPr>
      </w:pPr>
      <w:r w:rsidRPr="009A12A9">
        <w:rPr>
          <w:lang w:val="fr-BE"/>
        </w:rPr>
        <w:t>Tuyaux et raccords en polyéthylène haute densité (PE</w:t>
      </w:r>
      <w:r w:rsidR="00252558">
        <w:rPr>
          <w:lang w:val="fr-BE"/>
        </w:rPr>
        <w:t>-HD</w:t>
      </w:r>
      <w:r w:rsidRPr="009A12A9">
        <w:rPr>
          <w:lang w:val="fr-BE"/>
        </w:rPr>
        <w:t>) selon NBN EN 1519 avec certificat BENOR</w:t>
      </w:r>
      <w:r w:rsidR="00902F49" w:rsidRPr="009A12A9">
        <w:rPr>
          <w:lang w:val="fr-BE"/>
        </w:rPr>
        <w:t>.</w:t>
      </w:r>
    </w:p>
    <w:p w14:paraId="02EB378F" w14:textId="77777777" w:rsidR="00902F49" w:rsidRPr="009A12A9" w:rsidRDefault="00902F49" w:rsidP="00902F49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14:paraId="04D56B6C" w14:textId="391B3FB9" w:rsidR="00A04040" w:rsidRPr="009A12A9" w:rsidRDefault="5354CBDC" w:rsidP="0E13256C">
      <w:pPr>
        <w:pStyle w:val="Bulleted2"/>
        <w:numPr>
          <w:ilvl w:val="0"/>
          <w:numId w:val="0"/>
        </w:numPr>
        <w:rPr>
          <w:i/>
          <w:iCs/>
          <w:lang w:val="fr-BE"/>
        </w:rPr>
      </w:pPr>
      <w:r w:rsidRPr="0E13256C">
        <w:rPr>
          <w:i/>
          <w:iCs/>
          <w:lang w:val="fr-BE"/>
        </w:rPr>
        <w:t>Voir</w:t>
      </w:r>
      <w:r w:rsidR="009A12A9" w:rsidRPr="0E13256C">
        <w:rPr>
          <w:i/>
          <w:iCs/>
          <w:lang w:val="fr-BE"/>
        </w:rPr>
        <w:t xml:space="preserve"> description cahier des charges </w:t>
      </w:r>
      <w:proofErr w:type="spellStart"/>
      <w:r w:rsidR="009A12A9" w:rsidRPr="0E13256C">
        <w:rPr>
          <w:i/>
          <w:iCs/>
          <w:lang w:val="fr-BE"/>
        </w:rPr>
        <w:t>Geberit</w:t>
      </w:r>
      <w:proofErr w:type="spellEnd"/>
      <w:r w:rsidR="009A12A9" w:rsidRPr="0E13256C">
        <w:rPr>
          <w:i/>
          <w:iCs/>
          <w:lang w:val="fr-BE"/>
        </w:rPr>
        <w:t xml:space="preserve"> </w:t>
      </w:r>
      <w:r w:rsidR="00902F49" w:rsidRPr="0E13256C">
        <w:rPr>
          <w:i/>
          <w:iCs/>
          <w:lang w:val="fr-BE"/>
        </w:rPr>
        <w:t>PE</w:t>
      </w:r>
      <w:r w:rsidR="00252558" w:rsidRPr="0E13256C">
        <w:rPr>
          <w:i/>
          <w:iCs/>
          <w:lang w:val="fr-BE"/>
        </w:rPr>
        <w:t>-HD</w:t>
      </w:r>
    </w:p>
    <w:p w14:paraId="29E7C405" w14:textId="77777777" w:rsidR="008A5169" w:rsidRPr="00D06139" w:rsidRDefault="009A12A9" w:rsidP="008A5169">
      <w:pPr>
        <w:pStyle w:val="Titre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Entonnoirs</w:t>
      </w:r>
      <w:proofErr w:type="spellEnd"/>
    </w:p>
    <w:p w14:paraId="6B4A1A22" w14:textId="77777777" w:rsidR="00685B7E" w:rsidRPr="009A12A9" w:rsidRDefault="009A12A9" w:rsidP="00F0523A">
      <w:pPr>
        <w:pStyle w:val="Bulleted2"/>
        <w:numPr>
          <w:ilvl w:val="2"/>
          <w:numId w:val="18"/>
        </w:numPr>
        <w:spacing w:before="240" w:after="240"/>
        <w:ind w:left="737" w:hanging="737"/>
        <w:rPr>
          <w:lang w:val="fr-BE"/>
        </w:rPr>
      </w:pPr>
      <w:r w:rsidRPr="009A12A9">
        <w:rPr>
          <w:lang w:val="fr-BE"/>
        </w:rPr>
        <w:t>Pour revêtements de toiture bitumineux</w:t>
      </w:r>
    </w:p>
    <w:p w14:paraId="0C444677" w14:textId="4AE1A0C0" w:rsidR="00F0523A" w:rsidRPr="003672BE" w:rsidRDefault="009A12A9" w:rsidP="00F0523A">
      <w:pPr>
        <w:pStyle w:val="Bulleted2"/>
        <w:numPr>
          <w:ilvl w:val="0"/>
          <w:numId w:val="0"/>
        </w:numPr>
        <w:rPr>
          <w:lang w:val="fr-BE"/>
        </w:rPr>
      </w:pPr>
      <w:r w:rsidRPr="0E13256C">
        <w:rPr>
          <w:lang w:val="fr-BE"/>
        </w:rPr>
        <w:t>L</w:t>
      </w:r>
      <w:r w:rsidR="003672BE" w:rsidRPr="0E13256C">
        <w:rPr>
          <w:lang w:val="fr-BE"/>
        </w:rPr>
        <w:t xml:space="preserve">es </w:t>
      </w:r>
      <w:r w:rsidRPr="0E13256C">
        <w:rPr>
          <w:lang w:val="fr-BE"/>
        </w:rPr>
        <w:t>entonnoir</w:t>
      </w:r>
      <w:r w:rsidR="003672BE" w:rsidRPr="0E13256C">
        <w:rPr>
          <w:lang w:val="fr-BE"/>
        </w:rPr>
        <w:t xml:space="preserve">s </w:t>
      </w:r>
      <w:r w:rsidR="745591DA" w:rsidRPr="0E13256C">
        <w:rPr>
          <w:lang w:val="fr-BE"/>
        </w:rPr>
        <w:t>verticaux</w:t>
      </w:r>
      <w:r w:rsidR="003672BE" w:rsidRPr="0E13256C">
        <w:rPr>
          <w:lang w:val="fr-BE"/>
        </w:rPr>
        <w:t xml:space="preserve"> </w:t>
      </w:r>
      <w:r w:rsidRPr="0E13256C">
        <w:rPr>
          <w:lang w:val="fr-BE"/>
        </w:rPr>
        <w:t>se compose</w:t>
      </w:r>
      <w:r w:rsidR="003672BE" w:rsidRPr="0E13256C">
        <w:rPr>
          <w:lang w:val="fr-BE"/>
        </w:rPr>
        <w:t>nt</w:t>
      </w:r>
      <w:r w:rsidRPr="0E13256C">
        <w:rPr>
          <w:lang w:val="fr-BE"/>
        </w:rPr>
        <w:t xml:space="preserve"> d’un corps en acier inoxydable (1.4301) équipé d’une plaque de fixation/d’étanchéité </w:t>
      </w:r>
      <w:r w:rsidR="6D504BC6" w:rsidRPr="0E13256C">
        <w:rPr>
          <w:lang w:val="fr-BE"/>
        </w:rPr>
        <w:t>intégrée</w:t>
      </w:r>
      <w:r w:rsidRPr="0E13256C">
        <w:rPr>
          <w:lang w:val="fr-BE"/>
        </w:rPr>
        <w:t>, d’un tuyau de raccordement en PE</w:t>
      </w:r>
      <w:r w:rsidR="00252558" w:rsidRPr="0E13256C">
        <w:rPr>
          <w:lang w:val="fr-BE"/>
        </w:rPr>
        <w:t>-HD</w:t>
      </w:r>
      <w:r w:rsidRPr="0E13256C">
        <w:rPr>
          <w:lang w:val="fr-BE"/>
        </w:rPr>
        <w:t xml:space="preserve"> de diamètre </w:t>
      </w:r>
      <w:r w:rsidR="008D0447" w:rsidRPr="0E13256C">
        <w:rPr>
          <w:lang w:val="fr-BE"/>
        </w:rPr>
        <w:t>56 mm o</w:t>
      </w:r>
      <w:r w:rsidR="003672BE" w:rsidRPr="0E13256C">
        <w:rPr>
          <w:lang w:val="fr-BE"/>
        </w:rPr>
        <w:t xml:space="preserve">u </w:t>
      </w:r>
      <w:r w:rsidR="008D0447" w:rsidRPr="0E13256C">
        <w:rPr>
          <w:lang w:val="fr-BE"/>
        </w:rPr>
        <w:t>90 mm (</w:t>
      </w:r>
      <w:r w:rsidR="003672BE" w:rsidRPr="0E13256C">
        <w:rPr>
          <w:lang w:val="fr-BE"/>
        </w:rPr>
        <w:t>selon la surface de toiture</w:t>
      </w:r>
      <w:r w:rsidR="008D0447" w:rsidRPr="0E13256C">
        <w:rPr>
          <w:lang w:val="fr-BE"/>
        </w:rPr>
        <w:t xml:space="preserve">), </w:t>
      </w:r>
      <w:r w:rsidR="003672BE" w:rsidRPr="0E13256C">
        <w:rPr>
          <w:lang w:val="fr-BE"/>
        </w:rPr>
        <w:t xml:space="preserve">d’un </w:t>
      </w:r>
      <w:proofErr w:type="spellStart"/>
      <w:r w:rsidR="003672BE" w:rsidRPr="0E13256C">
        <w:rPr>
          <w:lang w:val="fr-BE"/>
        </w:rPr>
        <w:t>pare-feuille</w:t>
      </w:r>
      <w:proofErr w:type="spellEnd"/>
      <w:r w:rsidR="003672BE" w:rsidRPr="0E13256C">
        <w:rPr>
          <w:lang w:val="fr-BE"/>
        </w:rPr>
        <w:t xml:space="preserve"> en polypropylène (PP) de diamètre 26 cm, doté d’un verrou de </w:t>
      </w:r>
      <w:r w:rsidR="23344760" w:rsidRPr="0E13256C">
        <w:rPr>
          <w:lang w:val="fr-BE"/>
        </w:rPr>
        <w:t>sécurité, et</w:t>
      </w:r>
      <w:r w:rsidR="003672BE" w:rsidRPr="0E13256C">
        <w:rPr>
          <w:lang w:val="fr-BE"/>
        </w:rPr>
        <w:t xml:space="preserve"> d’un élément isolant.  Ces entonnoirs peuvent être équipés d’un élément chauffant</w:t>
      </w:r>
      <w:r w:rsidR="008D0447" w:rsidRPr="0E13256C">
        <w:rPr>
          <w:lang w:val="fr-BE"/>
        </w:rPr>
        <w:t xml:space="preserve"> (56 mm) o</w:t>
      </w:r>
      <w:r w:rsidR="003672BE" w:rsidRPr="0E13256C">
        <w:rPr>
          <w:lang w:val="fr-BE"/>
        </w:rPr>
        <w:t>u cordon chauffant</w:t>
      </w:r>
      <w:r w:rsidR="008D0447" w:rsidRPr="0E13256C">
        <w:rPr>
          <w:lang w:val="fr-BE"/>
        </w:rPr>
        <w:t xml:space="preserve"> (90 mm)</w:t>
      </w:r>
      <w:r w:rsidR="008B6BB6" w:rsidRPr="0E13256C">
        <w:rPr>
          <w:lang w:val="fr-BE"/>
        </w:rPr>
        <w:t>.</w:t>
      </w:r>
    </w:p>
    <w:p w14:paraId="6A05A809" w14:textId="77777777" w:rsidR="00086920" w:rsidRPr="003672BE" w:rsidRDefault="00086920" w:rsidP="00F0523A">
      <w:pPr>
        <w:pStyle w:val="Bulleted2"/>
        <w:numPr>
          <w:ilvl w:val="0"/>
          <w:numId w:val="0"/>
        </w:numPr>
        <w:rPr>
          <w:lang w:val="fr-BE"/>
        </w:rPr>
      </w:pPr>
    </w:p>
    <w:p w14:paraId="2534FA81" w14:textId="4C2A27A2" w:rsidR="00086920" w:rsidRPr="003672BE" w:rsidRDefault="003672BE" w:rsidP="003672BE">
      <w:pPr>
        <w:pStyle w:val="Bulleted2"/>
        <w:numPr>
          <w:ilvl w:val="0"/>
          <w:numId w:val="0"/>
        </w:numPr>
        <w:rPr>
          <w:lang w:val="fr-BE"/>
        </w:rPr>
      </w:pPr>
      <w:r w:rsidRPr="0E13256C">
        <w:rPr>
          <w:lang w:val="fr-BE"/>
        </w:rPr>
        <w:t xml:space="preserve">Les entonnoirs </w:t>
      </w:r>
      <w:r w:rsidR="719F722E" w:rsidRPr="0E13256C">
        <w:rPr>
          <w:lang w:val="fr-BE"/>
        </w:rPr>
        <w:t>horizontaux</w:t>
      </w:r>
      <w:r w:rsidRPr="0E13256C">
        <w:rPr>
          <w:lang w:val="fr-BE"/>
        </w:rPr>
        <w:t xml:space="preserve"> se composent d’un corps en </w:t>
      </w:r>
      <w:r w:rsidR="000B7E65" w:rsidRPr="0E13256C">
        <w:rPr>
          <w:lang w:val="fr-BE"/>
        </w:rPr>
        <w:t>PE</w:t>
      </w:r>
      <w:r w:rsidR="007F3BDE" w:rsidRPr="0E13256C">
        <w:rPr>
          <w:lang w:val="fr-BE"/>
        </w:rPr>
        <w:t>-HD</w:t>
      </w:r>
      <w:r w:rsidR="00086920" w:rsidRPr="0E13256C">
        <w:rPr>
          <w:lang w:val="fr-BE"/>
        </w:rPr>
        <w:t xml:space="preserve">, </w:t>
      </w:r>
      <w:r w:rsidRPr="0E13256C">
        <w:rPr>
          <w:lang w:val="fr-BE"/>
        </w:rPr>
        <w:t>d’une plaque de fixation/d’étanchéité séparé en acier inoxydable</w:t>
      </w:r>
      <w:r w:rsidR="00086920" w:rsidRPr="0E13256C">
        <w:rPr>
          <w:lang w:val="fr-BE"/>
        </w:rPr>
        <w:t xml:space="preserve"> (1.4301), </w:t>
      </w:r>
      <w:r w:rsidRPr="0E13256C">
        <w:rPr>
          <w:lang w:val="fr-BE"/>
        </w:rPr>
        <w:t>un entonnoir d’entrée en</w:t>
      </w:r>
      <w:r w:rsidR="000B7E65" w:rsidRPr="0E13256C">
        <w:rPr>
          <w:lang w:val="fr-BE"/>
        </w:rPr>
        <w:t xml:space="preserve"> ASA, </w:t>
      </w:r>
      <w:proofErr w:type="gramStart"/>
      <w:r w:rsidRPr="0E13256C">
        <w:rPr>
          <w:lang w:val="fr-BE"/>
        </w:rPr>
        <w:t>d’un</w:t>
      </w:r>
      <w:proofErr w:type="gramEnd"/>
      <w:r w:rsidRPr="0E13256C">
        <w:rPr>
          <w:lang w:val="fr-BE"/>
        </w:rPr>
        <w:t xml:space="preserve"> tuyau de raccordement en PE</w:t>
      </w:r>
      <w:r w:rsidR="00252558" w:rsidRPr="0E13256C">
        <w:rPr>
          <w:lang w:val="fr-BE"/>
        </w:rPr>
        <w:t>-HD</w:t>
      </w:r>
      <w:r w:rsidRPr="0E13256C">
        <w:rPr>
          <w:lang w:val="fr-BE"/>
        </w:rPr>
        <w:t xml:space="preserve"> de diamètre 56 mm, d’un </w:t>
      </w:r>
      <w:proofErr w:type="spellStart"/>
      <w:r w:rsidRPr="0E13256C">
        <w:rPr>
          <w:lang w:val="fr-BE"/>
        </w:rPr>
        <w:t>pare-feuille</w:t>
      </w:r>
      <w:proofErr w:type="spellEnd"/>
      <w:r w:rsidRPr="0E13256C">
        <w:rPr>
          <w:lang w:val="fr-BE"/>
        </w:rPr>
        <w:t xml:space="preserve"> en polypropylène (PP) de diamètre 26 cm, doté d’un verrou de </w:t>
      </w:r>
      <w:r w:rsidR="7CAAEE42" w:rsidRPr="0E13256C">
        <w:rPr>
          <w:lang w:val="fr-BE"/>
        </w:rPr>
        <w:t>sécurité, et</w:t>
      </w:r>
      <w:r w:rsidRPr="0E13256C">
        <w:rPr>
          <w:lang w:val="fr-BE"/>
        </w:rPr>
        <w:t xml:space="preserve"> d’un élément isolant.  Ces entonnoirs peuvent être équipés d’un élément chauffant (56 mm)</w:t>
      </w:r>
      <w:r w:rsidR="00086920" w:rsidRPr="0E13256C">
        <w:rPr>
          <w:lang w:val="fr-BE"/>
        </w:rPr>
        <w:t>.</w:t>
      </w:r>
    </w:p>
    <w:p w14:paraId="010451B9" w14:textId="566CE817" w:rsidR="00F0523A" w:rsidRDefault="7FFFDCD0" w:rsidP="00F0523A">
      <w:pPr>
        <w:pStyle w:val="Bulleted2"/>
        <w:numPr>
          <w:ilvl w:val="2"/>
          <w:numId w:val="18"/>
        </w:numPr>
        <w:spacing w:before="240" w:after="240"/>
      </w:pPr>
      <w:r w:rsidRPr="0E13256C">
        <w:rPr>
          <w:lang w:val="fr-BE"/>
        </w:rPr>
        <w:t>Pour revêtements de toiture synthétique</w:t>
      </w:r>
    </w:p>
    <w:p w14:paraId="2A229024" w14:textId="4279B84C" w:rsidR="0006365A" w:rsidRPr="0006365A" w:rsidRDefault="003672BE" w:rsidP="0006365A">
      <w:pPr>
        <w:pStyle w:val="Bulleted2"/>
        <w:numPr>
          <w:ilvl w:val="0"/>
          <w:numId w:val="0"/>
        </w:numPr>
        <w:rPr>
          <w:lang w:val="fr-BE"/>
        </w:rPr>
      </w:pPr>
      <w:r w:rsidRPr="0E13256C">
        <w:rPr>
          <w:lang w:val="fr-BE"/>
        </w:rPr>
        <w:t>Les entonnoir</w:t>
      </w:r>
      <w:r w:rsidR="0006365A" w:rsidRPr="0E13256C">
        <w:rPr>
          <w:lang w:val="fr-BE"/>
        </w:rPr>
        <w:t xml:space="preserve">s </w:t>
      </w:r>
      <w:r w:rsidRPr="0E13256C">
        <w:rPr>
          <w:lang w:val="fr-BE"/>
        </w:rPr>
        <w:t>se composent d’un corps en acier inoxydable (1.4301), un joint EPDM sans plastifiants, d’une bride de serrage en acier inoxydable, d’un tuyau de raccordement en PE</w:t>
      </w:r>
      <w:r w:rsidR="00252558" w:rsidRPr="0E13256C">
        <w:rPr>
          <w:lang w:val="fr-BE"/>
        </w:rPr>
        <w:t>-HD</w:t>
      </w:r>
      <w:r w:rsidRPr="0E13256C">
        <w:rPr>
          <w:lang w:val="fr-BE"/>
        </w:rPr>
        <w:t xml:space="preserve"> de diamètre 56 </w:t>
      </w:r>
      <w:r w:rsidR="008D0447" w:rsidRPr="0E13256C">
        <w:rPr>
          <w:lang w:val="fr-BE"/>
        </w:rPr>
        <w:t>mm o</w:t>
      </w:r>
      <w:r w:rsidRPr="0E13256C">
        <w:rPr>
          <w:lang w:val="fr-BE"/>
        </w:rPr>
        <w:t>u</w:t>
      </w:r>
      <w:r w:rsidR="008D0447" w:rsidRPr="0E13256C">
        <w:rPr>
          <w:lang w:val="fr-BE"/>
        </w:rPr>
        <w:t xml:space="preserve"> 90 mm (</w:t>
      </w:r>
      <w:r w:rsidRPr="0E13256C">
        <w:rPr>
          <w:lang w:val="fr-BE"/>
        </w:rPr>
        <w:t>selon la surface de toiture</w:t>
      </w:r>
      <w:r w:rsidR="008D0447" w:rsidRPr="0E13256C">
        <w:rPr>
          <w:lang w:val="fr-BE"/>
        </w:rPr>
        <w:t xml:space="preserve">), </w:t>
      </w:r>
      <w:r w:rsidR="0006365A" w:rsidRPr="0E13256C">
        <w:rPr>
          <w:lang w:val="fr-BE"/>
        </w:rPr>
        <w:t xml:space="preserve">d’un </w:t>
      </w:r>
      <w:proofErr w:type="spellStart"/>
      <w:r w:rsidR="0006365A" w:rsidRPr="0E13256C">
        <w:rPr>
          <w:lang w:val="fr-BE"/>
        </w:rPr>
        <w:t>pare-feuille</w:t>
      </w:r>
      <w:proofErr w:type="spellEnd"/>
      <w:r w:rsidR="0006365A" w:rsidRPr="0E13256C">
        <w:rPr>
          <w:lang w:val="fr-BE"/>
        </w:rPr>
        <w:t xml:space="preserve"> en polypropylène (PP) de diamètre 26 cm, doté d’un verrou de sécurité, </w:t>
      </w:r>
      <w:r w:rsidR="0006365A" w:rsidRPr="0E13256C">
        <w:rPr>
          <w:lang w:val="fr-BE"/>
        </w:rPr>
        <w:lastRenderedPageBreak/>
        <w:t xml:space="preserve">et d’un élément isolant. Ces entonnoirs peuvent être équipés </w:t>
      </w:r>
      <w:r w:rsidR="530954C3" w:rsidRPr="0E13256C">
        <w:rPr>
          <w:lang w:val="fr-BE"/>
        </w:rPr>
        <w:t xml:space="preserve">d’un </w:t>
      </w:r>
      <w:r w:rsidR="0006365A" w:rsidRPr="0E13256C">
        <w:rPr>
          <w:lang w:val="fr-BE"/>
        </w:rPr>
        <w:t xml:space="preserve">élément chauffant (56 mm) ou cordon chauffant (90 mm). </w:t>
      </w:r>
    </w:p>
    <w:p w14:paraId="5A39BBE3" w14:textId="77777777" w:rsidR="0006365A" w:rsidRPr="0006365A" w:rsidRDefault="0006365A" w:rsidP="0006365A">
      <w:pPr>
        <w:pStyle w:val="Bulleted2"/>
        <w:numPr>
          <w:ilvl w:val="0"/>
          <w:numId w:val="0"/>
        </w:numPr>
        <w:rPr>
          <w:lang w:val="fr-BE"/>
        </w:rPr>
      </w:pPr>
      <w:r w:rsidRPr="0006365A">
        <w:rPr>
          <w:lang w:val="fr-BE"/>
        </w:rPr>
        <w:tab/>
      </w:r>
    </w:p>
    <w:p w14:paraId="6DD0D275" w14:textId="1E3D2BE2" w:rsidR="00F0523A" w:rsidRPr="0006365A" w:rsidRDefault="0006365A" w:rsidP="0006365A">
      <w:pPr>
        <w:pStyle w:val="Bulleted2"/>
        <w:numPr>
          <w:ilvl w:val="0"/>
          <w:numId w:val="0"/>
        </w:numPr>
        <w:rPr>
          <w:lang w:val="fr-BE"/>
        </w:rPr>
      </w:pPr>
      <w:r w:rsidRPr="0E13256C">
        <w:rPr>
          <w:lang w:val="fr-BE"/>
        </w:rPr>
        <w:t xml:space="preserve">L’entonnoir est approprié pour revêtements synthétiques, sans couche inférieure en bitume ou feutre, et d’une épaisseur maximale de 4 </w:t>
      </w:r>
      <w:proofErr w:type="spellStart"/>
      <w:r w:rsidRPr="0E13256C">
        <w:rPr>
          <w:lang w:val="fr-BE"/>
        </w:rPr>
        <w:t>mm</w:t>
      </w:r>
      <w:r w:rsidR="00F0523A" w:rsidRPr="0E13256C">
        <w:rPr>
          <w:lang w:val="fr-BE"/>
        </w:rPr>
        <w:t>.</w:t>
      </w:r>
      <w:proofErr w:type="spellEnd"/>
    </w:p>
    <w:p w14:paraId="1CD932EB" w14:textId="77777777" w:rsidR="00F0523A" w:rsidRDefault="0006365A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 xml:space="preserve">Pour </w:t>
      </w:r>
      <w:proofErr w:type="spellStart"/>
      <w:r>
        <w:t>chéneaux</w:t>
      </w:r>
      <w:proofErr w:type="spellEnd"/>
    </w:p>
    <w:p w14:paraId="705D0C9E" w14:textId="78FB6D1B" w:rsidR="00727867" w:rsidRPr="0006365A" w:rsidRDefault="0006365A" w:rsidP="00727867">
      <w:pPr>
        <w:pStyle w:val="Bulleted2"/>
        <w:numPr>
          <w:ilvl w:val="0"/>
          <w:numId w:val="0"/>
        </w:numPr>
        <w:rPr>
          <w:lang w:val="fr-BE"/>
        </w:rPr>
      </w:pPr>
      <w:r w:rsidRPr="0E13256C">
        <w:rPr>
          <w:lang w:val="fr-BE"/>
        </w:rPr>
        <w:t>Les entonnoirs se composent d’un corps en acier inoxydable (1.4301), un joint EPDM sans plastifiants, d’une bride de serrage en acier inoxydable, d’un tuyau de raccordement en PE</w:t>
      </w:r>
      <w:r w:rsidR="00252558" w:rsidRPr="0E13256C">
        <w:rPr>
          <w:lang w:val="fr-BE"/>
        </w:rPr>
        <w:t>-HD</w:t>
      </w:r>
      <w:r w:rsidRPr="0E13256C">
        <w:rPr>
          <w:lang w:val="fr-BE"/>
        </w:rPr>
        <w:t xml:space="preserve"> de diamètre 56 mm ou 90 mm (selon la surface de toiture), d’un </w:t>
      </w:r>
      <w:proofErr w:type="spellStart"/>
      <w:r w:rsidRPr="0E13256C">
        <w:rPr>
          <w:lang w:val="fr-BE"/>
        </w:rPr>
        <w:t>pare-feuille</w:t>
      </w:r>
      <w:proofErr w:type="spellEnd"/>
      <w:r w:rsidRPr="0E13256C">
        <w:rPr>
          <w:lang w:val="fr-BE"/>
        </w:rPr>
        <w:t xml:space="preserve"> en polypropylène (PP) de diamètre 26 cm, doté d’un verrou de sécurité, et d’un élément isolant. Ces entonnoirs peuvent être équipés </w:t>
      </w:r>
      <w:r w:rsidR="596FEB27" w:rsidRPr="0E13256C">
        <w:rPr>
          <w:lang w:val="fr-BE"/>
        </w:rPr>
        <w:t xml:space="preserve">d’un </w:t>
      </w:r>
      <w:r w:rsidRPr="0E13256C">
        <w:rPr>
          <w:lang w:val="fr-BE"/>
        </w:rPr>
        <w:t>élément chauffant (56 mm) ou cordon chauffant (90 mm</w:t>
      </w:r>
      <w:r w:rsidR="00727867" w:rsidRPr="0E13256C">
        <w:rPr>
          <w:lang w:val="fr-BE"/>
        </w:rPr>
        <w:t>).</w:t>
      </w:r>
    </w:p>
    <w:p w14:paraId="41C8F396" w14:textId="77777777" w:rsidR="00727867" w:rsidRPr="0006365A" w:rsidRDefault="00727867" w:rsidP="00727867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14:paraId="02995673" w14:textId="77777777" w:rsidR="00727867" w:rsidRPr="0006365A" w:rsidRDefault="0006365A" w:rsidP="00727867">
      <w:pPr>
        <w:pStyle w:val="Bulleted2"/>
        <w:numPr>
          <w:ilvl w:val="0"/>
          <w:numId w:val="0"/>
        </w:numPr>
        <w:rPr>
          <w:lang w:val="fr-BE"/>
        </w:rPr>
      </w:pPr>
      <w:r w:rsidRPr="0006365A">
        <w:rPr>
          <w:lang w:val="fr-BE"/>
        </w:rPr>
        <w:t xml:space="preserve">L’entonnoir est approprié pour revêtements synthétiques sans feutre et d’une épaisseur maximale de 4 </w:t>
      </w:r>
      <w:proofErr w:type="spellStart"/>
      <w:r w:rsidRPr="0006365A">
        <w:rPr>
          <w:lang w:val="fr-BE"/>
        </w:rPr>
        <w:t>mm</w:t>
      </w:r>
      <w:r w:rsidR="00FD410F" w:rsidRPr="0006365A">
        <w:rPr>
          <w:lang w:val="fr-BE"/>
        </w:rPr>
        <w:t>.</w:t>
      </w:r>
      <w:proofErr w:type="spellEnd"/>
    </w:p>
    <w:p w14:paraId="54A942D5" w14:textId="77777777" w:rsidR="00FD410F" w:rsidRPr="00D06139" w:rsidRDefault="00416D32" w:rsidP="00FD410F">
      <w:pPr>
        <w:pStyle w:val="Titre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3088305F" w14:textId="77777777" w:rsidR="00727867" w:rsidRDefault="00416D32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Eléménts</w:t>
      </w:r>
      <w:proofErr w:type="spellEnd"/>
      <w:r>
        <w:t xml:space="preserve"> et </w:t>
      </w:r>
      <w:proofErr w:type="spellStart"/>
      <w:r>
        <w:t>cordons</w:t>
      </w:r>
      <w:proofErr w:type="spellEnd"/>
      <w:r>
        <w:t xml:space="preserve"> </w:t>
      </w:r>
      <w:proofErr w:type="spellStart"/>
      <w:r>
        <w:t>chauffants</w:t>
      </w:r>
      <w:proofErr w:type="spellEnd"/>
    </w:p>
    <w:p w14:paraId="7CF36A8E" w14:textId="0631DCB2" w:rsidR="00727867" w:rsidRPr="00416D32" w:rsidRDefault="00416D32" w:rsidP="0E13256C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fr-BE" w:eastAsia="en-US"/>
        </w:rPr>
      </w:pPr>
      <w:r w:rsidRPr="0E13256C">
        <w:rPr>
          <w:lang w:val="fr-BE"/>
        </w:rPr>
        <w:t>L’élément chauffant est autorégula</w:t>
      </w:r>
      <w:r w:rsidR="49EC88C2" w:rsidRPr="0E13256C">
        <w:rPr>
          <w:lang w:val="fr-BE"/>
        </w:rPr>
        <w:t>nt</w:t>
      </w:r>
      <w:r w:rsidRPr="0E13256C">
        <w:rPr>
          <w:lang w:val="fr-BE"/>
        </w:rPr>
        <w:t xml:space="preserve"> et </w:t>
      </w:r>
      <w:r w:rsidR="6FC2AC35" w:rsidRPr="0E13256C">
        <w:rPr>
          <w:lang w:val="fr-BE"/>
        </w:rPr>
        <w:t>d’</w:t>
      </w:r>
      <w:r w:rsidRPr="0E13256C">
        <w:rPr>
          <w:lang w:val="fr-BE"/>
        </w:rPr>
        <w:t xml:space="preserve">une puissance de 8W (230 V AC). Il est installé autour </w:t>
      </w:r>
      <w:r w:rsidR="3CA554AF" w:rsidRPr="0E13256C">
        <w:rPr>
          <w:lang w:val="fr-BE"/>
        </w:rPr>
        <w:t xml:space="preserve">du </w:t>
      </w:r>
      <w:r w:rsidRPr="0E13256C">
        <w:rPr>
          <w:lang w:val="fr-BE"/>
        </w:rPr>
        <w:t>tuyau de raccordement. L’élément chauffant est utilisé en combinaison avec les entonnoirs de diamètre 56mm</w:t>
      </w:r>
      <w:r w:rsidR="00A97B53" w:rsidRPr="0E13256C">
        <w:rPr>
          <w:lang w:val="fr-BE"/>
        </w:rPr>
        <w:t>.</w:t>
      </w:r>
      <w:r w:rsidR="00727867" w:rsidRPr="0E13256C">
        <w:rPr>
          <w:rFonts w:ascii="Helvetica 65 Medium" w:hAnsi="Helvetica 65 Medium"/>
          <w:sz w:val="20"/>
          <w:lang w:val="fr-BE" w:eastAsia="en-US"/>
        </w:rPr>
        <w:t xml:space="preserve"> </w:t>
      </w:r>
    </w:p>
    <w:p w14:paraId="72A3D3EC" w14:textId="77777777" w:rsidR="00727867" w:rsidRPr="00416D32" w:rsidRDefault="00727867" w:rsidP="0E13256C">
      <w:pPr>
        <w:pStyle w:val="Bulleted2"/>
        <w:numPr>
          <w:ilvl w:val="0"/>
          <w:numId w:val="0"/>
        </w:numPr>
        <w:spacing w:line="259" w:lineRule="auto"/>
        <w:rPr>
          <w:lang w:val="fr-BE"/>
        </w:rPr>
      </w:pPr>
    </w:p>
    <w:p w14:paraId="46C6DAE4" w14:textId="6669F004" w:rsidR="00727867" w:rsidRPr="00416D32" w:rsidRDefault="00416D32" w:rsidP="0E13256C">
      <w:pPr>
        <w:pStyle w:val="Bulleted2"/>
        <w:numPr>
          <w:ilvl w:val="0"/>
          <w:numId w:val="0"/>
        </w:numPr>
        <w:spacing w:line="259" w:lineRule="auto"/>
        <w:rPr>
          <w:lang w:val="fr-BE"/>
        </w:rPr>
      </w:pPr>
      <w:r w:rsidRPr="0E13256C">
        <w:rPr>
          <w:lang w:val="fr-BE"/>
        </w:rPr>
        <w:t xml:space="preserve">Le cordon chauffant est </w:t>
      </w:r>
      <w:r w:rsidR="4A840582" w:rsidRPr="0E13256C">
        <w:rPr>
          <w:lang w:val="fr-BE"/>
        </w:rPr>
        <w:t>autorégulant</w:t>
      </w:r>
      <w:r w:rsidRPr="0E13256C">
        <w:rPr>
          <w:lang w:val="fr-BE"/>
        </w:rPr>
        <w:t xml:space="preserve"> et à une puissance de 11,2W (230 V AC). Il est enroulé autour </w:t>
      </w:r>
      <w:r w:rsidR="555B69B1" w:rsidRPr="0E13256C">
        <w:rPr>
          <w:lang w:val="fr-BE"/>
        </w:rPr>
        <w:t>du</w:t>
      </w:r>
      <w:r w:rsidRPr="0E13256C">
        <w:rPr>
          <w:lang w:val="fr-BE"/>
        </w:rPr>
        <w:t xml:space="preserve"> tuyau de raccordement et collé à l’aide d’une bande adhésive adéquate.  Le cordon chauffant est utilisé en combinaison avec les entonnoirs de diamètre 90mm</w:t>
      </w:r>
      <w:r w:rsidR="00727867" w:rsidRPr="0E13256C">
        <w:rPr>
          <w:lang w:val="fr-BE"/>
        </w:rPr>
        <w:t>.</w:t>
      </w:r>
    </w:p>
    <w:p w14:paraId="44B4B64D" w14:textId="7822FF6B" w:rsidR="00727867" w:rsidRDefault="573BC8D2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Eléments</w:t>
      </w:r>
      <w:proofErr w:type="spellEnd"/>
      <w:r>
        <w:t xml:space="preserve"> pare-vapeur</w:t>
      </w:r>
    </w:p>
    <w:p w14:paraId="31C0F683" w14:textId="1168DD56" w:rsidR="00AD49F6" w:rsidRPr="00AD49F6" w:rsidRDefault="00AD49F6" w:rsidP="00AD49F6">
      <w:pPr>
        <w:pStyle w:val="Bulleted2"/>
        <w:numPr>
          <w:ilvl w:val="0"/>
          <w:numId w:val="0"/>
        </w:numPr>
        <w:rPr>
          <w:lang w:val="fr-BE"/>
        </w:rPr>
      </w:pPr>
      <w:r w:rsidRPr="0E13256C">
        <w:rPr>
          <w:lang w:val="fr-BE"/>
        </w:rPr>
        <w:t>L</w:t>
      </w:r>
      <w:r w:rsidR="0095509D" w:rsidRPr="0E13256C">
        <w:rPr>
          <w:lang w:val="fr-BE"/>
        </w:rPr>
        <w:t xml:space="preserve">es </w:t>
      </w:r>
      <w:r w:rsidRPr="0E13256C">
        <w:rPr>
          <w:lang w:val="fr-BE"/>
        </w:rPr>
        <w:t>élément</w:t>
      </w:r>
      <w:r w:rsidR="0095509D" w:rsidRPr="0E13256C">
        <w:rPr>
          <w:lang w:val="fr-BE"/>
        </w:rPr>
        <w:t>s</w:t>
      </w:r>
      <w:r w:rsidRPr="0E13256C">
        <w:rPr>
          <w:lang w:val="fr-BE"/>
        </w:rPr>
        <w:t xml:space="preserve"> de liaison se compose</w:t>
      </w:r>
      <w:r w:rsidR="0095509D" w:rsidRPr="0E13256C">
        <w:rPr>
          <w:lang w:val="fr-BE"/>
        </w:rPr>
        <w:t>nt</w:t>
      </w:r>
      <w:r w:rsidRPr="0E13256C">
        <w:rPr>
          <w:lang w:val="fr-BE"/>
        </w:rPr>
        <w:t xml:space="preserve"> d’un corps en acier inoxydable (1.4301) équipé d’une plaque de fixation/d’étanchéité </w:t>
      </w:r>
      <w:r w:rsidR="7F1923E6" w:rsidRPr="0E13256C">
        <w:rPr>
          <w:lang w:val="fr-BE"/>
        </w:rPr>
        <w:t>intégrée</w:t>
      </w:r>
      <w:r w:rsidRPr="0E13256C">
        <w:rPr>
          <w:lang w:val="fr-BE"/>
        </w:rPr>
        <w:t>, d’un joint en EPDM, d’un anneau barbelé, d’un tuyau de raccordement en PE</w:t>
      </w:r>
      <w:r w:rsidR="00252558" w:rsidRPr="0E13256C">
        <w:rPr>
          <w:lang w:val="fr-BE"/>
        </w:rPr>
        <w:t>-HD</w:t>
      </w:r>
      <w:r w:rsidRPr="0E13256C">
        <w:rPr>
          <w:lang w:val="fr-BE"/>
        </w:rPr>
        <w:t xml:space="preserve"> de diamètre </w:t>
      </w:r>
      <w:r w:rsidR="00727867" w:rsidRPr="0E13256C">
        <w:rPr>
          <w:lang w:val="fr-BE"/>
        </w:rPr>
        <w:t>56 mm o</w:t>
      </w:r>
      <w:r w:rsidRPr="0E13256C">
        <w:rPr>
          <w:lang w:val="fr-BE"/>
        </w:rPr>
        <w:t xml:space="preserve">u </w:t>
      </w:r>
      <w:r w:rsidR="00727867" w:rsidRPr="0E13256C">
        <w:rPr>
          <w:lang w:val="fr-BE"/>
        </w:rPr>
        <w:t>90 mm (</w:t>
      </w:r>
      <w:r w:rsidRPr="0E13256C">
        <w:rPr>
          <w:lang w:val="fr-BE"/>
        </w:rPr>
        <w:t>conforme à l’entonnoir supérieure</w:t>
      </w:r>
      <w:r w:rsidR="00727867" w:rsidRPr="0E13256C">
        <w:rPr>
          <w:lang w:val="fr-BE"/>
        </w:rPr>
        <w:t xml:space="preserve">), </w:t>
      </w:r>
      <w:r w:rsidRPr="0E13256C">
        <w:rPr>
          <w:lang w:val="fr-BE"/>
        </w:rPr>
        <w:t xml:space="preserve">et d’un élément isolant. </w:t>
      </w:r>
    </w:p>
    <w:p w14:paraId="0D0B940D" w14:textId="77777777" w:rsidR="00AD49F6" w:rsidRPr="00AD49F6" w:rsidRDefault="00AD49F6" w:rsidP="00AD49F6">
      <w:pPr>
        <w:pStyle w:val="Bulleted2"/>
        <w:numPr>
          <w:ilvl w:val="0"/>
          <w:numId w:val="0"/>
        </w:numPr>
        <w:rPr>
          <w:lang w:val="fr-FR"/>
        </w:rPr>
      </w:pPr>
    </w:p>
    <w:p w14:paraId="5E24B72D" w14:textId="77777777" w:rsidR="000B7E65" w:rsidRPr="00AD49F6" w:rsidRDefault="00AD49F6" w:rsidP="00727867">
      <w:pPr>
        <w:pStyle w:val="Bulleted2"/>
        <w:numPr>
          <w:ilvl w:val="0"/>
          <w:numId w:val="0"/>
        </w:numPr>
        <w:rPr>
          <w:lang w:val="fr-BE"/>
        </w:rPr>
      </w:pPr>
      <w:r w:rsidRPr="00AD49F6">
        <w:rPr>
          <w:lang w:val="fr-FR"/>
        </w:rPr>
        <w:t>Le tuyau de raccordement de l’entonnoir est emboité dans l’élément de liaison et retenu par l’anneau barbelé</w:t>
      </w:r>
      <w:r w:rsidR="00727867" w:rsidRPr="00AD49F6">
        <w:rPr>
          <w:lang w:val="fr-BE"/>
        </w:rPr>
        <w:t>.</w:t>
      </w:r>
    </w:p>
    <w:p w14:paraId="12202432" w14:textId="77777777" w:rsidR="00727867" w:rsidRPr="0095509D" w:rsidRDefault="0095509D" w:rsidP="00727867">
      <w:pPr>
        <w:pStyle w:val="Bulleted2"/>
        <w:numPr>
          <w:ilvl w:val="2"/>
          <w:numId w:val="18"/>
        </w:numPr>
        <w:spacing w:before="240" w:after="240"/>
        <w:ind w:left="737" w:hanging="737"/>
        <w:rPr>
          <w:lang w:val="fr-BE"/>
        </w:rPr>
      </w:pPr>
      <w:r>
        <w:rPr>
          <w:lang w:val="fr-BE"/>
        </w:rPr>
        <w:t>Inserts</w:t>
      </w:r>
      <w:r w:rsidRPr="0095509D">
        <w:rPr>
          <w:lang w:val="fr-BE"/>
        </w:rPr>
        <w:t xml:space="preserve"> pour t</w:t>
      </w:r>
      <w:r>
        <w:rPr>
          <w:lang w:val="fr-BE"/>
        </w:rPr>
        <w:t>rop-plein</w:t>
      </w:r>
    </w:p>
    <w:p w14:paraId="10C8B31C" w14:textId="77777777" w:rsidR="00727867" w:rsidRDefault="0095509D" w:rsidP="00727867">
      <w:pPr>
        <w:pStyle w:val="Bulleted2"/>
        <w:numPr>
          <w:ilvl w:val="0"/>
          <w:numId w:val="0"/>
        </w:numPr>
        <w:rPr>
          <w:lang w:val="fr-BE"/>
        </w:rPr>
      </w:pPr>
      <w:r w:rsidRPr="0095509D">
        <w:rPr>
          <w:lang w:val="fr-BE"/>
        </w:rPr>
        <w:t>Les entonnoirs Pluvia du système de sécurité trop-plein sont munis d’un insert trop-plein, approprié au type d’entonnoir.</w:t>
      </w:r>
    </w:p>
    <w:p w14:paraId="0E27B00A" w14:textId="77777777" w:rsidR="001718D0" w:rsidRDefault="001718D0" w:rsidP="00727867">
      <w:pPr>
        <w:pStyle w:val="Bulleted2"/>
        <w:numPr>
          <w:ilvl w:val="0"/>
          <w:numId w:val="0"/>
        </w:numPr>
        <w:rPr>
          <w:lang w:val="fr-BE"/>
        </w:rPr>
      </w:pPr>
    </w:p>
    <w:p w14:paraId="60061E4C" w14:textId="77777777" w:rsidR="001718D0" w:rsidRDefault="001718D0" w:rsidP="00727867">
      <w:pPr>
        <w:pStyle w:val="Bulleted2"/>
        <w:numPr>
          <w:ilvl w:val="0"/>
          <w:numId w:val="0"/>
        </w:numPr>
        <w:rPr>
          <w:lang w:val="fr-BE"/>
        </w:rPr>
      </w:pPr>
    </w:p>
    <w:p w14:paraId="44EAFD9C" w14:textId="77777777" w:rsidR="001718D0" w:rsidRPr="006166A2" w:rsidRDefault="001718D0" w:rsidP="00727867">
      <w:pPr>
        <w:pStyle w:val="Bulleted2"/>
        <w:numPr>
          <w:ilvl w:val="0"/>
          <w:numId w:val="0"/>
        </w:numPr>
        <w:rPr>
          <w:lang w:val="fr-BE"/>
        </w:rPr>
      </w:pPr>
    </w:p>
    <w:p w14:paraId="34F1CCCA" w14:textId="77777777" w:rsidR="00FD410F" w:rsidRPr="00D06139" w:rsidRDefault="001718D0" w:rsidP="00FD410F">
      <w:pPr>
        <w:pStyle w:val="Titre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Installation</w:t>
      </w:r>
    </w:p>
    <w:p w14:paraId="2F747F8F" w14:textId="77777777" w:rsidR="00FD410F" w:rsidRPr="001718D0" w:rsidRDefault="001718D0" w:rsidP="00FD410F">
      <w:pPr>
        <w:pStyle w:val="Bulleted2"/>
        <w:numPr>
          <w:ilvl w:val="0"/>
          <w:numId w:val="0"/>
        </w:numPr>
        <w:rPr>
          <w:lang w:val="fr-BE"/>
        </w:rPr>
      </w:pPr>
      <w:r w:rsidRPr="001718D0">
        <w:rPr>
          <w:lang w:val="fr-BE"/>
        </w:rPr>
        <w:t>Selon les directives du fabricant</w:t>
      </w:r>
      <w:r w:rsidR="00FD410F" w:rsidRPr="001718D0">
        <w:rPr>
          <w:lang w:val="fr-BE"/>
        </w:rPr>
        <w:t>.</w:t>
      </w:r>
    </w:p>
    <w:p w14:paraId="4B94D5A5" w14:textId="77777777" w:rsidR="00FD410F" w:rsidRPr="001718D0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7071128C" w14:textId="77777777" w:rsidR="00FD410F" w:rsidRPr="001718D0" w:rsidRDefault="001718D0" w:rsidP="00FD410F">
      <w:pPr>
        <w:pStyle w:val="Bulleted2"/>
        <w:numPr>
          <w:ilvl w:val="0"/>
          <w:numId w:val="0"/>
        </w:numPr>
        <w:rPr>
          <w:lang w:val="fr-BE"/>
        </w:rPr>
      </w:pPr>
      <w:r w:rsidRPr="001718D0">
        <w:rPr>
          <w:lang w:val="fr-BE"/>
        </w:rPr>
        <w:t xml:space="preserve">Les tuyaux, les raccords et les </w:t>
      </w:r>
      <w:r>
        <w:rPr>
          <w:lang w:val="fr-BE"/>
        </w:rPr>
        <w:t>entonnoirs</w:t>
      </w:r>
      <w:r w:rsidRPr="001718D0">
        <w:rPr>
          <w:lang w:val="fr-BE"/>
        </w:rPr>
        <w:t xml:space="preserve"> sont du même fabricant</w:t>
      </w:r>
      <w:r>
        <w:rPr>
          <w:lang w:val="fr-BE"/>
        </w:rPr>
        <w:t>.</w:t>
      </w:r>
    </w:p>
    <w:p w14:paraId="3F229CF3" w14:textId="77777777" w:rsidR="00FD410F" w:rsidRPr="001718D0" w:rsidRDefault="00FD410F" w:rsidP="00FD410F">
      <w:pPr>
        <w:pStyle w:val="Titre1"/>
        <w:spacing w:before="240"/>
        <w:rPr>
          <w:rFonts w:ascii="Arial" w:hAnsi="Arial"/>
          <w:b/>
          <w:lang w:val="fr-BE"/>
        </w:rPr>
      </w:pPr>
      <w:r w:rsidRPr="001718D0">
        <w:rPr>
          <w:rFonts w:ascii="Arial" w:hAnsi="Arial"/>
          <w:b/>
          <w:lang w:val="fr-BE"/>
        </w:rPr>
        <w:t>Certificati</w:t>
      </w:r>
      <w:r w:rsidR="001718D0">
        <w:rPr>
          <w:rFonts w:ascii="Arial" w:hAnsi="Arial"/>
          <w:b/>
          <w:lang w:val="fr-BE"/>
        </w:rPr>
        <w:t>on</w:t>
      </w:r>
    </w:p>
    <w:p w14:paraId="737D2160" w14:textId="77777777" w:rsidR="008A5169" w:rsidRPr="001718D0" w:rsidRDefault="001718D0" w:rsidP="0069129C">
      <w:pPr>
        <w:pStyle w:val="Bulleted2"/>
        <w:numPr>
          <w:ilvl w:val="0"/>
          <w:numId w:val="0"/>
        </w:numPr>
        <w:rPr>
          <w:lang w:val="fr-BE"/>
        </w:rPr>
      </w:pPr>
      <w:r w:rsidRPr="001718D0">
        <w:rPr>
          <w:lang w:val="fr-BE"/>
        </w:rPr>
        <w:t>Le système satisfait aux exigences de l’</w:t>
      </w:r>
      <w:proofErr w:type="spellStart"/>
      <w:r w:rsidRPr="001718D0">
        <w:rPr>
          <w:lang w:val="fr-BE"/>
        </w:rPr>
        <w:t>UBatc</w:t>
      </w:r>
      <w:proofErr w:type="spellEnd"/>
      <w:r w:rsidRPr="001718D0">
        <w:rPr>
          <w:lang w:val="fr-BE"/>
        </w:rPr>
        <w:t xml:space="preserve"> et dispose d’un agrément technique avec certificat (ATG</w:t>
      </w:r>
      <w:r w:rsidR="00FD410F" w:rsidRPr="001718D0">
        <w:rPr>
          <w:lang w:val="fr-BE"/>
        </w:rPr>
        <w:t>).</w:t>
      </w:r>
    </w:p>
    <w:sectPr w:rsidR="008A5169" w:rsidRPr="001718D0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B0818" w14:textId="77777777" w:rsidR="006156AD" w:rsidRDefault="006156AD">
      <w:r>
        <w:separator/>
      </w:r>
    </w:p>
  </w:endnote>
  <w:endnote w:type="continuationSeparator" w:id="0">
    <w:p w14:paraId="049F31CB" w14:textId="77777777" w:rsidR="006156AD" w:rsidRDefault="0061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77777777" w:rsidR="006166A2" w:rsidRDefault="006166A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FBC905" w14:textId="77777777">
      <w:tc>
        <w:tcPr>
          <w:tcW w:w="3392" w:type="dxa"/>
        </w:tcPr>
        <w:p w14:paraId="5906F2F7" w14:textId="77777777" w:rsidR="00025544" w:rsidRPr="00D06139" w:rsidRDefault="0069129C" w:rsidP="003242F8">
          <w:pPr>
            <w:pStyle w:val="Pieddepage"/>
            <w:rPr>
              <w:rFonts w:cs="Arial"/>
            </w:rPr>
          </w:pPr>
          <w:proofErr w:type="spellStart"/>
          <w:proofErr w:type="gramStart"/>
          <w:r>
            <w:rPr>
              <w:rFonts w:cs="Arial"/>
            </w:rPr>
            <w:t>versi</w:t>
          </w:r>
          <w:r w:rsidR="006166A2">
            <w:rPr>
              <w:rFonts w:cs="Arial"/>
            </w:rPr>
            <w:t>on</w:t>
          </w:r>
          <w:proofErr w:type="spellEnd"/>
          <w:proofErr w:type="gram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8570475" w14:textId="77777777" w:rsidR="00025544" w:rsidRPr="00D06139" w:rsidRDefault="006166A2">
          <w:pPr>
            <w:jc w:val="center"/>
            <w:rPr>
              <w:rFonts w:cs="Arial"/>
              <w:sz w:val="20"/>
            </w:rPr>
          </w:pPr>
          <w:proofErr w:type="gramStart"/>
          <w:r>
            <w:rPr>
              <w:rFonts w:cs="Arial"/>
              <w:sz w:val="20"/>
            </w:rPr>
            <w:t>cahier</w:t>
          </w:r>
          <w:proofErr w:type="gramEnd"/>
          <w:r>
            <w:rPr>
              <w:rFonts w:cs="Arial"/>
              <w:sz w:val="20"/>
            </w:rPr>
            <w:t xml:space="preserve"> de charges</w:t>
          </w:r>
        </w:p>
      </w:tc>
      <w:tc>
        <w:tcPr>
          <w:tcW w:w="3392" w:type="dxa"/>
        </w:tcPr>
        <w:p w14:paraId="11744CEB" w14:textId="77777777" w:rsidR="00025544" w:rsidRPr="00D06139" w:rsidRDefault="00025544" w:rsidP="00272819">
          <w:pPr>
            <w:pStyle w:val="Pieddepage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B99056E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B9AB" w14:textId="77777777" w:rsidR="006166A2" w:rsidRDefault="006166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86C05" w14:textId="77777777" w:rsidR="006156AD" w:rsidRDefault="006156AD">
      <w:r>
        <w:separator/>
      </w:r>
    </w:p>
  </w:footnote>
  <w:footnote w:type="continuationSeparator" w:id="0">
    <w:p w14:paraId="4101652C" w14:textId="77777777" w:rsidR="006156AD" w:rsidRDefault="00615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EC669" w14:textId="77777777" w:rsidR="006166A2" w:rsidRDefault="006166A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F12A" w14:textId="77777777" w:rsidR="00025544" w:rsidRPr="008A5169" w:rsidRDefault="00025544" w:rsidP="00080B0F">
    <w:pPr>
      <w:pStyle w:val="En-tte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902F49">
      <w:rPr>
        <w:rFonts w:ascii="Arial" w:hAnsi="Arial" w:cs="Arial"/>
        <w:b/>
      </w:rPr>
      <w:t>Pluvia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2464F0" wp14:editId="0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8261" w14:textId="77777777" w:rsidR="006166A2" w:rsidRDefault="006166A2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x1UlDW/DkWvNa" int2:id="LDgRI1UK">
      <int2:state int2:value="Rejected" int2:type="AugLoop_Text_Critique"/>
    </int2:textHash>
    <int2:textHash int2:hashCode="wNwaD6Lj2JxPfJ" int2:id="Ye38jbvF">
      <int2:state int2:value="Rejected" int2:type="AugLoop_Text_Critique"/>
    </int2:textHash>
    <int2:textHash int2:hashCode="0tWM/2dCZzC3E5" int2:id="0nO7m582">
      <int2:state int2:value="Rejected" int2:type="AugLoop_Text_Critique"/>
    </int2:textHash>
    <int2:textHash int2:hashCode="1hV7vOxwQoa3B2" int2:id="EdoVvDP4">
      <int2:state int2:value="Rejected" int2:type="AugLoop_Text_Critique"/>
    </int2:textHash>
    <int2:textHash int2:hashCode="yzKRRqDdDVZrBi" int2:id="yymXLMDV">
      <int2:state int2:value="Rejected" int2:type="AugLoop_Text_Critique"/>
    </int2:textHash>
    <int2:textHash int2:hashCode="OxugAd4/sg6Oz6" int2:id="Kw3nxuu9">
      <int2:state int2:value="Rejected" int2:type="AugLoop_Text_Critique"/>
    </int2:textHash>
    <int2:textHash int2:hashCode="+LY5w8KRK3KARJ" int2:id="g1mBgv0L">
      <int2:state int2:value="Rejected" int2:type="AugLoop_Text_Critique"/>
    </int2:textHash>
    <int2:textHash int2:hashCode="YkLj1MopIyCtME" int2:id="2svyCDwW">
      <int2:state int2:value="Rejected" int2:type="AugLoop_Text_Critique"/>
    </int2:textHash>
    <int2:textHash int2:hashCode="6SPkTsZ2/7A002" int2:id="uJL6ggrS">
      <int2:state int2:value="Rejected" int2:type="AugLoop_Text_Critique"/>
    </int2:textHash>
    <int2:textHash int2:hashCode="yUAeDV9jXS1CQI" int2:id="oYoBRtve">
      <int2:state int2:value="Rejected" int2:type="AugLoop_Text_Critique"/>
    </int2:textHash>
    <int2:textHash int2:hashCode="W29KLhD7axiG6b" int2:id="wwL6ElOA">
      <int2:state int2:value="Rejected" int2:type="AugLoop_Text_Critique"/>
    </int2:textHash>
    <int2:textHash int2:hashCode="uFz5SbWnLJQbZk" int2:id="c8YJhhgs">
      <int2:state int2:value="Rejected" int2:type="AugLoop_Text_Critique"/>
    </int2:textHash>
    <int2:textHash int2:hashCode="e+xZvyoLBuAuZI" int2:id="bRqI16XJ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Titre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35546706">
    <w:abstractNumId w:val="18"/>
  </w:num>
  <w:num w:numId="2" w16cid:durableId="165830358">
    <w:abstractNumId w:val="25"/>
  </w:num>
  <w:num w:numId="3" w16cid:durableId="57360520">
    <w:abstractNumId w:val="4"/>
  </w:num>
  <w:num w:numId="4" w16cid:durableId="371153006">
    <w:abstractNumId w:val="3"/>
  </w:num>
  <w:num w:numId="5" w16cid:durableId="1047993672">
    <w:abstractNumId w:val="14"/>
  </w:num>
  <w:num w:numId="6" w16cid:durableId="538132082">
    <w:abstractNumId w:val="16"/>
  </w:num>
  <w:num w:numId="7" w16cid:durableId="27992753">
    <w:abstractNumId w:val="6"/>
  </w:num>
  <w:num w:numId="8" w16cid:durableId="1009678053">
    <w:abstractNumId w:val="22"/>
  </w:num>
  <w:num w:numId="9" w16cid:durableId="1771122217">
    <w:abstractNumId w:val="28"/>
  </w:num>
  <w:num w:numId="10" w16cid:durableId="1011488066">
    <w:abstractNumId w:val="2"/>
  </w:num>
  <w:num w:numId="11" w16cid:durableId="175656290">
    <w:abstractNumId w:val="13"/>
  </w:num>
  <w:num w:numId="12" w16cid:durableId="159200266">
    <w:abstractNumId w:val="12"/>
  </w:num>
  <w:num w:numId="13" w16cid:durableId="2007904864">
    <w:abstractNumId w:val="27"/>
  </w:num>
  <w:num w:numId="14" w16cid:durableId="1824004472">
    <w:abstractNumId w:val="8"/>
  </w:num>
  <w:num w:numId="15" w16cid:durableId="135149744">
    <w:abstractNumId w:val="0"/>
  </w:num>
  <w:num w:numId="16" w16cid:durableId="434398401">
    <w:abstractNumId w:val="11"/>
  </w:num>
  <w:num w:numId="17" w16cid:durableId="616645759">
    <w:abstractNumId w:val="5"/>
  </w:num>
  <w:num w:numId="18" w16cid:durableId="345182317">
    <w:abstractNumId w:val="23"/>
  </w:num>
  <w:num w:numId="19" w16cid:durableId="519009799">
    <w:abstractNumId w:val="24"/>
  </w:num>
  <w:num w:numId="20" w16cid:durableId="651712489">
    <w:abstractNumId w:val="20"/>
  </w:num>
  <w:num w:numId="21" w16cid:durableId="470170510">
    <w:abstractNumId w:val="19"/>
  </w:num>
  <w:num w:numId="22" w16cid:durableId="915434811">
    <w:abstractNumId w:val="15"/>
  </w:num>
  <w:num w:numId="23" w16cid:durableId="816461185">
    <w:abstractNumId w:val="26"/>
  </w:num>
  <w:num w:numId="24" w16cid:durableId="822769418">
    <w:abstractNumId w:val="9"/>
  </w:num>
  <w:num w:numId="25" w16cid:durableId="2008052777">
    <w:abstractNumId w:val="10"/>
  </w:num>
  <w:num w:numId="26" w16cid:durableId="1221793365">
    <w:abstractNumId w:val="1"/>
  </w:num>
  <w:num w:numId="27" w16cid:durableId="809975406">
    <w:abstractNumId w:val="17"/>
  </w:num>
  <w:num w:numId="28" w16cid:durableId="920142030">
    <w:abstractNumId w:val="7"/>
  </w:num>
  <w:num w:numId="29" w16cid:durableId="1028446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365A"/>
    <w:rsid w:val="00065AA1"/>
    <w:rsid w:val="00065BC4"/>
    <w:rsid w:val="00080B0F"/>
    <w:rsid w:val="00081315"/>
    <w:rsid w:val="00085A0C"/>
    <w:rsid w:val="00086176"/>
    <w:rsid w:val="00086920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E65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548B8"/>
    <w:rsid w:val="001713AD"/>
    <w:rsid w:val="001718D0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2558"/>
    <w:rsid w:val="00252619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672B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6D32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56AD"/>
    <w:rsid w:val="006166A2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867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6DF5"/>
    <w:rsid w:val="00777F6E"/>
    <w:rsid w:val="00782661"/>
    <w:rsid w:val="00785436"/>
    <w:rsid w:val="00791D28"/>
    <w:rsid w:val="00793B02"/>
    <w:rsid w:val="00797007"/>
    <w:rsid w:val="007A0832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BDE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D0447"/>
    <w:rsid w:val="008F0D14"/>
    <w:rsid w:val="008F348A"/>
    <w:rsid w:val="009022A5"/>
    <w:rsid w:val="0090283D"/>
    <w:rsid w:val="0090294B"/>
    <w:rsid w:val="00902F49"/>
    <w:rsid w:val="0091479D"/>
    <w:rsid w:val="00923A7F"/>
    <w:rsid w:val="00924A9D"/>
    <w:rsid w:val="00925FEE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509D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4181"/>
    <w:rsid w:val="009A12A9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D49F6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3DA4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E13256C"/>
    <w:rsid w:val="173576A9"/>
    <w:rsid w:val="23344760"/>
    <w:rsid w:val="26309C75"/>
    <w:rsid w:val="395886BC"/>
    <w:rsid w:val="3CA554AF"/>
    <w:rsid w:val="3D909C59"/>
    <w:rsid w:val="3F9A3346"/>
    <w:rsid w:val="41FA6B38"/>
    <w:rsid w:val="47FD79C7"/>
    <w:rsid w:val="49EC88C2"/>
    <w:rsid w:val="4A840582"/>
    <w:rsid w:val="4DA3F245"/>
    <w:rsid w:val="50E64E6B"/>
    <w:rsid w:val="530954C3"/>
    <w:rsid w:val="5354CBDC"/>
    <w:rsid w:val="555B69B1"/>
    <w:rsid w:val="573BC8D2"/>
    <w:rsid w:val="58F16050"/>
    <w:rsid w:val="596FEB27"/>
    <w:rsid w:val="6D504BC6"/>
    <w:rsid w:val="6FC2AC35"/>
    <w:rsid w:val="719F722E"/>
    <w:rsid w:val="745591DA"/>
    <w:rsid w:val="79DF1A1D"/>
    <w:rsid w:val="7CAAEE42"/>
    <w:rsid w:val="7F1923E6"/>
    <w:rsid w:val="7FFFD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45809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Titre1">
    <w:name w:val="heading 1"/>
    <w:basedOn w:val="Normal"/>
    <w:next w:val="Normal"/>
    <w:link w:val="Titre1C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Titre2">
    <w:name w:val="heading 2"/>
    <w:basedOn w:val="Titre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Titre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Pieddepage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Titre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Titre1Car">
    <w:name w:val="Titre 1 Car"/>
    <w:link w:val="Titre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Lienhypertextesuivivisit">
    <w:name w:val="FollowedHyperlink"/>
    <w:rsid w:val="00584014"/>
    <w:rPr>
      <w:color w:val="800080"/>
      <w:u w:val="single"/>
    </w:rPr>
  </w:style>
  <w:style w:type="paragraph" w:styleId="Textedebulles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CBF6F6-479E-4CC4-A40C-7C65EE2280F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37EC9D5-E4A5-4C9F-9C57-63AFD54857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7DE9EC-9AC6-42CE-9A3C-0C346ED5904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3</Pages>
  <Words>648</Words>
  <Characters>3569</Characters>
  <Application>Microsoft Office Word</Application>
  <DocSecurity>0</DocSecurity>
  <Lines>29</Lines>
  <Paragraphs>8</Paragraphs>
  <ScaleCrop>false</ScaleCrop>
  <Company>Geberit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Nathalie Desir</cp:lastModifiedBy>
  <cp:revision>14</cp:revision>
  <cp:lastPrinted>2011-12-15T11:14:00Z</cp:lastPrinted>
  <dcterms:created xsi:type="dcterms:W3CDTF">2020-03-18T13:36:00Z</dcterms:created>
  <dcterms:modified xsi:type="dcterms:W3CDTF">2024-03-01T09:22:00Z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46000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